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5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53"/>
        <w:gridCol w:w="5153"/>
        <w:gridCol w:w="5153"/>
      </w:tblGrid>
      <w:tr w:rsidR="00681D24" w:rsidTr="00681D24">
        <w:trPr>
          <w:trHeight w:val="3324"/>
        </w:trPr>
        <w:tc>
          <w:tcPr>
            <w:tcW w:w="5153" w:type="dxa"/>
          </w:tcPr>
          <w:p w:rsidR="00681D24" w:rsidRDefault="00681D2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-8531</wp:posOffset>
                      </wp:positionH>
                      <wp:positionV relativeFrom="paragraph">
                        <wp:posOffset>30646</wp:posOffset>
                      </wp:positionV>
                      <wp:extent cx="556591" cy="954156"/>
                      <wp:effectExtent l="57150" t="38100" r="53340" b="74930"/>
                      <wp:wrapNone/>
                      <wp:docPr id="100" name="Organigramme : Stockage à accès séquentiel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1D24" w:rsidRPr="00605A94" w:rsidRDefault="00681D2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 w:rsidRPr="00605A94"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1" coordsize="21600,21600" o:spt="131" path="ar,,21600,21600,18685,18165,10677,21597l20990,21597r,-3432xe">
                      <v:stroke joinstyle="miter"/>
                      <v:path o:connecttype="rect" textboxrect="3163,3163,18437,18437"/>
                    </v:shapetype>
                    <v:shape id="Organigramme : Stockage à accès séquentiel 100" o:spid="_x0000_s1026" type="#_x0000_t131" style="position:absolute;margin-left:-.65pt;margin-top:2.4pt;width:43.85pt;height:75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81D24" w:rsidRPr="00605A94" w:rsidRDefault="00681D2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605A94"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26B4D4F" wp14:editId="39817F21">
                      <wp:simplePos x="0" y="0"/>
                      <wp:positionH relativeFrom="column">
                        <wp:posOffset>1053218</wp:posOffset>
                      </wp:positionH>
                      <wp:positionV relativeFrom="paragraph">
                        <wp:posOffset>173687</wp:posOffset>
                      </wp:positionV>
                      <wp:extent cx="1913255" cy="1798320"/>
                      <wp:effectExtent l="38735" t="33655" r="38735" b="34925"/>
                      <wp:wrapNone/>
                      <wp:docPr id="4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3255" cy="1798320"/>
                                <a:chOff x="2626" y="2035"/>
                                <a:chExt cx="5414" cy="5088"/>
                              </a:xfrm>
                            </wpg:grpSpPr>
                            <wps:wsp>
                              <wps:cNvPr id="43" name="AutoShape 3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3497685">
                                  <a:off x="5346" y="5400"/>
                                  <a:ext cx="1426" cy="1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4299">
                                  <a:off x="3631" y="3044"/>
                                  <a:ext cx="1011" cy="1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>
                                  <a:off x="2626" y="2035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16057" flipH="1">
                                  <a:off x="3629" y="4102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7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4049" y="5112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400000" flipH="1">
                                  <a:off x="4637" y="2035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6059" y="6113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297C8" id="Group 2" o:spid="_x0000_s1026" style="position:absolute;margin-left:82.95pt;margin-top:13.7pt;width:150.65pt;height:141.6pt;z-index:251667456" coordorigin="2626,2035" coordsize="5414,5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 3" o:spid="_x0000_s1027" type="#_x0000_t6" style="position:absolute;left:5346;top:5400;width:1426;height:1426;rotation:-88498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5J8IA&#10;AADbAAAADwAAAGRycy9kb3ducmV2LnhtbESPQWsCMRSE70L/Q3gFL1Kz2kXK1ijWIvXqqvfH5nWz&#10;dvOyJOm6/feNIHgcZuYbZrkebCt68qFxrGA2zUAQV043XCs4HXcvbyBCRNbYOiYFfxRgvXoaLbHQ&#10;7soH6stYiwThUKACE2NXSBkqQxbD1HXEyft23mJM0tdSe7wmuG3lPMsW0mLDacFgR1tD1U/5axUs&#10;+s/hsNk1FxO+Lv7DnXMqJ7lS4+dh8w4i0hAf4Xt7rxXkr3D7kn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F7knwgAAANsAAAAPAAAAAAAAAAAAAAAAAJgCAABkcnMvZG93&#10;bnJldi54bWxQSwUGAAAAAAQABAD1AAAAhwMAAAAA&#10;" strokeweight="1.5pt">
                        <o:lock v:ext="edit" aspectratio="t"/>
                      </v:shape>
                      <v:rect id="Rectangle 4" o:spid="_x0000_s1028" style="position:absolute;left:3631;top:3044;width:1011;height:1000;rotation:-58935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y02MQA&#10;AADbAAAADwAAAGRycy9kb3ducmV2LnhtbESPQYvCMBSE7wv+h/AEb2uq6CLVKCIosgfBuli8PZpn&#10;W21eShO16683wsIeh5n5hpktWlOJOzWutKxg0I9AEGdWl5wr+DmsPycgnEfWWFkmBb/kYDHvfMww&#10;1vbBe7onPhcBwi5GBYX3dSylywoy6Pq2Jg7e2TYGfZBNLnWDjwA3lRxG0Zc0WHJYKLCmVUHZNbkZ&#10;BfZyTAdptrGH7/Fz5eUtP+2SpVK9brucgvDU+v/wX3urFYxG8P4Sf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ctNjEAAAA2wAAAA8AAAAAAAAAAAAAAAAAmAIAAGRycy9k&#10;b3ducmV2LnhtbFBLBQYAAAAABAAEAPUAAACJAwAAAAA=&#10;" strokeweight="1.5pt">
                        <o:lock v:ext="edit" aspectratio="t"/>
                      </v:rect>
                      <v:shape id="AutoShape 5" o:spid="_x0000_s1029" type="#_x0000_t6" style="position:absolute;left:2626;top:2035;width:1011;height:101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JisQA&#10;AADbAAAADwAAAGRycy9kb3ducmV2LnhtbESPT2vCQBTE70K/w/KE3nRjqtKmrqEVhV5E/IPnR/Y1&#10;SZt9G3a3MX57tyB4HGZ+M8wi700jOnK+tqxgMk5AEBdW11wqOB03o1cQPiBrbCyTgit5yJdPgwVm&#10;2l54T90hlCKWsM9QQRVCm0npi4oM+rFtiaP3bZ3BEKUrpXZ4ieWmkWmSzKXBmuNChS2tKip+D39G&#10;wXT30+22p7WbfZ5XL2++O/frY6rU87D/eAcRqA+P8J3+0pGbwf+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aCYrEAAAA2wAAAA8AAAAAAAAAAAAAAAAAmAIAAGRycy9k&#10;b3ducmV2LnhtbFBLBQYAAAAABAAEAPUAAACJAwAAAAA=&#10;" strokeweight="1.5pt">
                        <o:lock v:ext="edit" aspectratio="t"/>
                      </v:shape>
                      <v:shape id="AutoShape 6" o:spid="_x0000_s1030" type="#_x0000_t6" style="position:absolute;left:3629;top:4102;width:2010;height:2011;rotation:2931581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l+cQA&#10;AADbAAAADwAAAGRycy9kb3ducmV2LnhtbESPzWrDMBCE74W8g9hAb41ck4jiRjYhkJ9LDk36AFtr&#10;Yzu1VsZSbOftq0Khx2FmvmHWxWRbMVDvG8caXhcJCOLSmYYrDZ+X3csbCB+QDbaOScODPBT57GmN&#10;mXEjf9BwDpWIEPYZaqhD6DIpfVmTRb9wHXH0rq63GKLsK2l6HCPctjJNEiUtNhwXauxoW1P5fb5b&#10;DaFa3fZbebCnzXC8qIN6pOar0fp5Pm3eQQSawn/4r300GpYK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1ZfnEAAAA2wAAAA8AAAAAAAAAAAAAAAAAmAIAAGRycy9k&#10;b3ducmV2LnhtbFBLBQYAAAAABAAEAPUAAACJAwAAAAA=&#10;" strokeweight="1.5pt">
                        <o:lock v:ext="edit" aspectratio="t"/>
                      </v:shape>
                      <v:shape id="AutoShape 7" o:spid="_x0000_s1031" type="#_x0000_t6" style="position:absolute;left:4049;top:5112;width:2010;height:20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MUU8YA&#10;AADbAAAADwAAAGRycy9kb3ducmV2LnhtbESPT2vCQBTE74LfYXlCb2ajLWrTrCKlBS0e6h+wx9fs&#10;Mwlm34bsxsRv3y0Uehxm5jdMuupNJW7UuNKygkkUgyDOrC45V3A6vo8XIJxH1lhZJgV3crBaDgcp&#10;Jtp2vKfbweciQNglqKDwvk6kdFlBBl1ka+LgXWxj0AfZ5FI32AW4qeQ0jmfSYMlhocCaXgvKrofW&#10;KPh4uzx22fP2+1y23Uxu5p/n3Veu1MOoX7+A8NT7//Bfe6MVPM3h90v4AX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MUU8YAAADbAAAADwAAAAAAAAAAAAAAAACYAgAAZHJz&#10;L2Rvd25yZXYueG1sUEsFBgAAAAAEAAQA9QAAAIsDAAAAAA==&#10;" strokeweight="1.5pt">
                        <o:lock v:ext="edit" aspectratio="t"/>
                      </v:shape>
                      <v:shape id="AutoShape 8" o:spid="_x0000_s1032" type="#_x0000_t6" style="position:absolute;left:4637;top:2035;width:1011;height:1011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A/LcEA&#10;AADbAAAADwAAAGRycy9kb3ducmV2LnhtbERPz2vCMBS+C/4P4Qm7yEydrmhnFNkY6NFO2PXZPJuy&#10;5qU0mbb+9eYgePz4fq82na3FhVpfOVYwnSQgiAunKy4VHH++XxcgfEDWWDsmBT152KyHgxVm2l35&#10;QJc8lCKGsM9QgQmhyaT0hSGLfuIa4sidXWsxRNiWUrd4jeG2lm9JkkqLFccGgw19Gir+8n+rYCy/&#10;cv3e32bH5W8/92bXpHjaK/Uy6rYfIAJ14Sl+uHdawTyOjV/iD5D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QPy3BAAAA2wAAAA8AAAAAAAAAAAAAAAAAmAIAAGRycy9kb3du&#10;cmV2LnhtbFBLBQYAAAAABAAEAPUAAACGAwAAAAA=&#10;" strokeweight="1.5pt">
                        <o:lock v:ext="edit" aspectratio="t"/>
                      </v:shape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9" o:spid="_x0000_s1033" type="#_x0000_t7" style="position:absolute;left:6059;top:6113;width:198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038UA&#10;AADbAAAADwAAAGRycy9kb3ducmV2LnhtbESPT2sCMRTE74LfITyhN81aitrVKCq0CKUVbQ/19tg8&#10;dxc3L0uS7p9v3xSEHoeZ+Q2z2nSmEg05X1pWMJ0kIIgzq0vOFXx9vowXIHxA1lhZJgU9edish4MV&#10;ptq2fKLmHHIRIexTVFCEUKdS+qwgg35ia+LoXa0zGKJ0udQO2wg3lXxMkpk0WHJcKLCmfUHZ7fxj&#10;FByvH/uudm0/7y+75u39W1evC63Uw6jbLkEE6sJ/+N4+aAVPz/D3Jf4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4fTfxQAAANsAAAAPAAAAAAAAAAAAAAAAAJgCAABkcnMv&#10;ZG93bnJldi54bWxQSwUGAAAAAAQABAD1AAAAigMAAAAA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BB5736E" wp14:editId="2B1A287E">
                      <wp:simplePos x="0" y="0"/>
                      <wp:positionH relativeFrom="column">
                        <wp:posOffset>-31308</wp:posOffset>
                      </wp:positionH>
                      <wp:positionV relativeFrom="paragraph">
                        <wp:posOffset>43456</wp:posOffset>
                      </wp:positionV>
                      <wp:extent cx="556591" cy="954156"/>
                      <wp:effectExtent l="57150" t="38100" r="53340" b="74930"/>
                      <wp:wrapNone/>
                      <wp:docPr id="102" name="Organigramme : Stockage à accès séquentiel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2" o:spid="_x0000_s1027" type="#_x0000_t131" style="position:absolute;margin-left:-2.45pt;margin-top:3.4pt;width:43.85pt;height:7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7F6EE01" wp14:editId="17156E1D">
                      <wp:simplePos x="0" y="0"/>
                      <wp:positionH relativeFrom="column">
                        <wp:posOffset>828409</wp:posOffset>
                      </wp:positionH>
                      <wp:positionV relativeFrom="paragraph">
                        <wp:posOffset>135587</wp:posOffset>
                      </wp:positionV>
                      <wp:extent cx="2148205" cy="1838325"/>
                      <wp:effectExtent l="0" t="81280" r="0" b="90170"/>
                      <wp:wrapNone/>
                      <wp:docPr id="34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8205" cy="1838325"/>
                                <a:chOff x="3671" y="2831"/>
                                <a:chExt cx="5018" cy="4295"/>
                              </a:xfrm>
                            </wpg:grpSpPr>
                            <wps:wsp>
                              <wps:cNvPr id="35" name="AutoShape 1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4758551">
                                  <a:off x="6787" y="5700"/>
                                  <a:ext cx="1426" cy="142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Rectangle 12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0878444">
                                  <a:off x="3858" y="3842"/>
                                  <a:ext cx="1011" cy="1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13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8724231">
                                  <a:off x="3671" y="2831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1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159720" flipH="1">
                                  <a:off x="4625" y="4619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1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2853620" flipH="1">
                                  <a:off x="5669" y="4842"/>
                                  <a:ext cx="2010" cy="2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1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094293" flipH="1">
                                  <a:off x="4869" y="3608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1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7422539">
                                  <a:off x="7193" y="3989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38F9DC" id="Group 10" o:spid="_x0000_s1026" style="position:absolute;margin-left:65.25pt;margin-top:10.7pt;width:169.15pt;height:144.75pt;z-index:251668480" coordorigin="3671,2831" coordsize="5018,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">
                      <v:shape id="AutoShape 11" o:spid="_x0000_s1027" type="#_x0000_t6" style="position:absolute;left:6787;top:5700;width:1426;height:1426;rotation:51976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LkMQA&#10;AADbAAAADwAAAGRycy9kb3ducmV2LnhtbESPS2vDMBCE74H+B7GB3hLZThOKG8WUQCGU5pDHIcfF&#10;Wj+ItXIs1Xb766NCIcdhZr5h1tloGtFT52rLCuJ5BII4t7rmUsH59DF7BeE8ssbGMin4IQfZ5mmy&#10;xlTbgQ/UH30pAoRdigoq79tUSpdXZNDNbUscvMJ2Bn2QXSl1h0OAm0YmUbSSBmsOCxW2tK0ovx6/&#10;jQI0PSZfLzWb02Uf/xb6s2hvK6Wep+P7GwhPo3+E/9s7rWCxhL8v4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yi5DEAAAA2wAAAA8AAAAAAAAAAAAAAAAAmAIAAGRycy9k&#10;b3ducmV2LnhtbFBLBQYAAAAABAAEAPUAAACJAwAAAAA=&#10;" strokeweight="1.5pt">
                        <o:lock v:ext="edit" aspectratio="t"/>
                      </v:shape>
                      <v:rect id="Rectangle 12" o:spid="_x0000_s1028" style="position:absolute;left:3858;top:3842;width:1011;height:1000;rotation:-7881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E26cUA&#10;AADbAAAADwAAAGRycy9kb3ducmV2LnhtbESPQWvCQBSE74L/YXlCb7rRNrZEV6mCkEIvapV6e2af&#10;SWj2bciuJv333YLgcZiZb5j5sjOVuFHjSssKxqMIBHFmdcm5gq/9ZvgGwnlkjZVlUvBLDpaLfm+O&#10;ibYtb+m287kIEHYJKii8rxMpXVaQQTeyNXHwLrYx6INscqkbbAPcVHISRVNpsOSwUGBN64Kyn93V&#10;KIjTk/l8vdjJ+fCxir/LNo3x+KLU06B7n4Hw1PlH+N5OtYLnKfx/C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TbpxQAAANsAAAAPAAAAAAAAAAAAAAAAAJgCAABkcnMv&#10;ZG93bnJldi54bWxQSwUGAAAAAAQABAD1AAAAigMAAAAA&#10;" strokeweight="1.5pt">
                        <o:lock v:ext="edit" aspectratio="t"/>
                      </v:rect>
                      <v:shape id="AutoShape 13" o:spid="_x0000_s1029" type="#_x0000_t6" style="position:absolute;left:3671;top:2831;width:1011;height:1011;rotation:-66363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YdesUA&#10;AADbAAAADwAAAGRycy9kb3ducmV2LnhtbESPT2sCMRTE74V+h/AK3mq2W6uyGkUKbe1F8P/1sXlu&#10;Fjcvyybq6qc3hYLHYWZ+w4ynra3EmRpfOlbw1k1AEOdOl1wo2Ky/XocgfEDWWDkmBVfyMJ08P40x&#10;0+7CSzqvQiEihH2GCkwIdSalzw1Z9F1XE0fv4BqLIcqmkLrBS4TbSqZJ0pcWS44LBmv6NJQfVyer&#10;oLh97Mx+Ofcu7R0XP4PZd7r9TZXqvLSzEYhAbXiE/9tzreB9AH9f4g+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h16xQAAANsAAAAPAAAAAAAAAAAAAAAAAJgCAABkcnMv&#10;ZG93bnJldi54bWxQSwUGAAAAAAQABAD1AAAAigMAAAAA&#10;" strokeweight="1.5pt">
                        <o:lock v:ext="edit" aspectratio="t"/>
                      </v:shape>
                      <v:shape id="AutoShape 14" o:spid="_x0000_s1030" type="#_x0000_t6" style="position:absolute;left:4625;top:4619;width:2010;height:2011;rotation:-1109712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hG6cMA&#10;AADbAAAADwAAAGRycy9kb3ducmV2LnhtbERP3WrCMBS+F3yHcITdaeoGdlSjiNv8Acem7gHOmmNb&#10;bU5KE2t9e3MhePnx/U9mrSlFQ7UrLCsYDiIQxKnVBWcK/g5f/XcQziNrLC2Tghs5mE27nQkm2l55&#10;R83eZyKEsEtQQe59lUjp0pwMuoGtiAN3tLVBH2CdSV3jNYSbUr5G0UgaLDg05FjRIqf0vL8YBav/&#10;w3K43N6OzamKPzbpT/z9+xkr9dJr52MQnlr/FD/ca63gLYwNX8IP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+hG6cMAAADbAAAADwAAAAAAAAAAAAAAAACYAgAAZHJzL2Rv&#10;d25yZXYueG1sUEsFBgAAAAAEAAQA9QAAAIgDAAAAAA==&#10;" strokeweight="1.5pt">
                        <o:lock v:ext="edit" aspectratio="t"/>
                      </v:shape>
                      <v:shape id="AutoShape 15" o:spid="_x0000_s1031" type="#_x0000_t6" style="position:absolute;left:5669;top:4842;width:2010;height:2011;rotation:955337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1xj8QA&#10;AADbAAAADwAAAGRycy9kb3ducmV2LnhtbESPT2vCQBTE7wW/w/IEb3WjUv9EV1GhUIQiRg96e2Sf&#10;STD7NmQ3Jv32bqHQ4zAzv2FWm86U4km1KywrGA0jEMSp1QVnCi7nz/c5COeRNZaWScEPOdise28r&#10;jLVt+UTPxGciQNjFqCD3voqldGlOBt3QVsTBu9vaoA+yzqSusQ1wU8pxFE2lwYLDQo4V7XNKH0lj&#10;FEyTb/vRNehnu1t7PdoR0WHcKDXod9slCE+d/w//tb+0gskCfr+EH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NcY/EAAAA2wAAAA8AAAAAAAAAAAAAAAAAmAIAAGRycy9k&#10;b3ducmV2LnhtbFBLBQYAAAAABAAEAPUAAACJAwAAAAA=&#10;" strokeweight="1.5pt">
                        <o:lock v:ext="edit" aspectratio="t"/>
                      </v:shape>
                      <v:shape id="AutoShape 16" o:spid="_x0000_s1032" type="#_x0000_t6" style="position:absolute;left:4869;top:3608;width:1011;height:1011;rotation:-1102566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Jar8A&#10;AADbAAAADwAAAGRycy9kb3ducmV2LnhtbERPy4rCMBTdD/gP4QpuBk0VUalGEUHH1YAPXF+aa1tt&#10;bkoTa5yvnywEl4fzXqyCqURLjSstKxgOEhDEmdUl5wrOp21/BsJ5ZI2VZVLwIgerZedrgam2Tz5Q&#10;e/S5iCHsUlRQeF+nUrqsIINuYGviyF1tY9BH2ORSN/iM4aaSoySZSIMlx4YCa9oUlN2PD6PgO+Bt&#10;c9p7al/hYn/q3fh3+meV6nXDeg7CU/Af8du91wrGcX38En+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MElqvwAAANsAAAAPAAAAAAAAAAAAAAAAAJgCAABkcnMvZG93bnJl&#10;di54bWxQSwUGAAAAAAQABAD1AAAAhAMAAAAA&#10;" strokeweight="1.5pt">
                        <o:lock v:ext="edit" aspectratio="t"/>
                      </v:shape>
                      <v:shape id="AutoShape 17" o:spid="_x0000_s1033" type="#_x0000_t7" style="position:absolute;left:7193;top:3989;width:1981;height:1010;rotation:810739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hkcUA&#10;AADbAAAADwAAAGRycy9kb3ducmV2LnhtbESPT2vCQBTE70K/w/IK3nSjSJHoKmKxFDxo/QMen9ln&#10;Nph9G7LbJPbTdwsFj8PM/IaZLztbioZqXzhWMBomIIgzpwvOFZyOm8EUhA/IGkvHpOBBHpaLl94c&#10;U+1a/qLmEHIRIexTVGBCqFIpfWbIoh+6ijh6N1dbDFHWudQ1thFuSzlOkjdpseC4YLCitaHsfvi2&#10;Cvbj63qyvbybLNnQ/v5xbn7a6U6p/mu3moEI1IVn+L/9qRVMRv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mGRxQAAANsAAAAPAAAAAAAAAAAAAAAAAJgCAABkcnMv&#10;ZG93bnJldi54bWxQSwUGAAAAAAQABAD1AAAAigMAAAAA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B5736E" wp14:editId="2B1A287E">
                      <wp:simplePos x="0" y="0"/>
                      <wp:positionH relativeFrom="column">
                        <wp:posOffset>-33490</wp:posOffset>
                      </wp:positionH>
                      <wp:positionV relativeFrom="paragraph">
                        <wp:posOffset>43456</wp:posOffset>
                      </wp:positionV>
                      <wp:extent cx="556591" cy="954156"/>
                      <wp:effectExtent l="57150" t="38100" r="53340" b="74930"/>
                      <wp:wrapNone/>
                      <wp:docPr id="103" name="Organigramme : Stockage à accès séquentiel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3" o:spid="_x0000_s1028" type="#_x0000_t131" style="position:absolute;margin-left:-2.65pt;margin-top:3.4pt;width:43.85pt;height:7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C2E0888" wp14:editId="7D0A1382">
                      <wp:simplePos x="0" y="0"/>
                      <wp:positionH relativeFrom="column">
                        <wp:posOffset>1063975</wp:posOffset>
                      </wp:positionH>
                      <wp:positionV relativeFrom="paragraph">
                        <wp:posOffset>167963</wp:posOffset>
                      </wp:positionV>
                      <wp:extent cx="1720850" cy="1837055"/>
                      <wp:effectExtent l="34925" t="86360" r="25400" b="38735"/>
                      <wp:wrapNone/>
                      <wp:docPr id="25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20850" cy="1837055"/>
                                <a:chOff x="3535" y="2704"/>
                                <a:chExt cx="4142" cy="4422"/>
                              </a:xfrm>
                            </wpg:grpSpPr>
                            <wps:wsp>
                              <wps:cNvPr id="26" name="AutoShape 19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6251" y="4691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2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00000" flipH="1">
                                  <a:off x="5251" y="3683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2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3535" y="4105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9" name="Group 22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4364" y="6114"/>
                                  <a:ext cx="3018" cy="1012"/>
                                  <a:chOff x="4500" y="9748"/>
                                  <a:chExt cx="6036" cy="2024"/>
                                </a:xfrm>
                              </wpg:grpSpPr>
                              <wps:wsp>
                                <wps:cNvPr id="30" name="Rectangle 23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16204299">
                                    <a:off x="6510" y="9759"/>
                                    <a:ext cx="2021" cy="199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AutoShape 2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5400000" flipV="1">
                                    <a:off x="4500" y="9750"/>
                                    <a:ext cx="2022" cy="2022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AutoShape 2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16200000" flipH="1" flipV="1">
                                    <a:off x="8514" y="9750"/>
                                    <a:ext cx="2022" cy="2022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3" name="AutoShape 2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4843848" flipV="1">
                                  <a:off x="3936" y="3189"/>
                                  <a:ext cx="1980" cy="1010"/>
                                </a:xfrm>
                                <a:prstGeom prst="parallelogram">
                                  <a:avLst>
                                    <a:gd name="adj" fmla="val 99508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28750" id="Group 18" o:spid="_x0000_s1026" style="position:absolute;margin-left:83.8pt;margin-top:13.25pt;width:135.5pt;height:144.65pt;z-index:251669504" coordorigin="3535,2704" coordsize="4142,4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">
                      <v:shape id="AutoShape 19" o:spid="_x0000_s1027" type="#_x0000_t6" style="position:absolute;left:6251;top:4691;width:1426;height:142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UaMYA&#10;AADbAAAADwAAAGRycy9kb3ducmV2LnhtbESPT2vCQBTE74LfYXmCN93UQtqmWUVKCyoe2rRgj6/Z&#10;lz+YfRuyq4nf3i0IHoeZ+Q2TrgbTiDN1rras4GEegSDOra65VPDz/TF7BuE8ssbGMim4kIPVcjxK&#10;MdG25y86Z74UAcIuQQWV920ipcsrMujmtiUOXmE7gz7IrpS6wz7ATSMXURRLgzWHhQpbeqsoP2Yn&#10;o2D3Xjz2+cv271Cf+lhunj4P+99SqelkWL+C8DT4e/jW3mgFixj+v4Qf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BUaMYAAADbAAAADwAAAAAAAAAAAAAAAACYAgAAZHJz&#10;L2Rvd25yZXYueG1sUEsFBgAAAAAEAAQA9QAAAIsDAAAAAA==&#10;" strokeweight="1.5pt">
                        <o:lock v:ext="edit" aspectratio="t"/>
                      </v:shape>
                      <v:shape id="AutoShape 20" o:spid="_x0000_s1028" type="#_x0000_t6" style="position:absolute;left:5251;top:3683;width:2010;height:2010;rotation: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aHZ8MA&#10;AADbAAAADwAAAGRycy9kb3ducmV2LnhtbESPT2vCQBTE7wW/w/KE3nSjhRqiq9TSll4b/+DxmX1m&#10;Y7NvQ3abpN++Kwg9DjPzG2a1GWwtOmp95VjBbJqAIC6crrhUsN+9T1IQPiBrrB2Tgl/ysFmPHlaY&#10;adfzF3V5KEWEsM9QgQmhyaT0hSGLfuoa4uhdXGsxRNmWUrfYR7it5TxJnqXFiuOCwYZeDRXf+Y9V&#10;8JZ3Jcvr00F3xz41HI7b8+lDqcfx8LIEEWgI/+F7+1MrmC/g9iX+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aHZ8MAAADbAAAADwAAAAAAAAAAAAAAAACYAgAAZHJzL2Rv&#10;d25yZXYueG1sUEsFBgAAAAAEAAQA9QAAAIgDAAAAAA==&#10;" strokeweight="1.5pt">
                        <o:lock v:ext="edit" aspectratio="t"/>
                      </v:shape>
                      <v:shape id="AutoShape 21" o:spid="_x0000_s1029" type="#_x0000_t6" style="position:absolute;left:3535;top:4105;width:2010;height:201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lgcMA&#10;AADbAAAADwAAAGRycy9kb3ducmV2LnhtbERPTWvCQBC9C/6HZYTezEYLtkZXKaWFtPRgVYjHMTsm&#10;wexsyK5J+u+7B8Hj432vt4OpRUetqywrmEUxCOLc6ooLBcfD5/QVhPPIGmvLpOCPHGw349EaE217&#10;/qVu7wsRQtglqKD0vkmkdHlJBl1kG+LAXWxr0AfYFlK32IdwU8t5HC+kwYpDQ4kNvZeUX/c3o+D7&#10;4/Lc58uvc1bd+oVMX3bZz6lQ6mkyvK1AeBr8Q3x3p1rBPIwN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NlgcMAAADbAAAADwAAAAAAAAAAAAAAAACYAgAAZHJzL2Rv&#10;d25yZXYueG1sUEsFBgAAAAAEAAQA9QAAAIgDAAAAAA==&#10;" strokeweight="1.5pt">
                        <o:lock v:ext="edit" aspectratio="t"/>
                      </v:shape>
                      <v:group id="Group 22" o:spid="_x0000_s1030" style="position:absolute;left:4364;top:6114;width:3018;height:1012" coordorigin="4500,9748" coordsize="6036,20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o:lock v:ext="edit" aspectratio="t"/>
                        <v:rect id="Rectangle 23" o:spid="_x0000_s1031" style="position:absolute;left:6510;top:9759;width:2021;height:1999;rotation:-58935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HBpsMA&#10;AADbAAAADwAAAGRycy9kb3ducmV2LnhtbERPTWvCQBC9F/oflil4azYqLSW6hiBUxIPQpDR4G7Jj&#10;EpudDdnVxP767qHQ4+N9r9PJdOJGg2stK5hHMQjiyuqWawWfxfvzGwjnkTV2lknBnRykm8eHNSba&#10;jvxBt9zXIoSwS1BB432fSOmqhgy6yPbEgTvbwaAPcKilHnAM4aaTizh+lQZbDg0N9rRtqPrOr0aB&#10;vXyV87La2eLw8rP18lqfjnmm1OxpylYgPE3+X/zn3msFy7A+fA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HBpsMAAADbAAAADwAAAAAAAAAAAAAAAACYAgAAZHJzL2Rv&#10;d25yZXYueG1sUEsFBgAAAAAEAAQA9QAAAIgDAAAAAA==&#10;" strokeweight="1.5pt">
                          <o:lock v:ext="edit" aspectratio="t"/>
                        </v:rect>
                        <v:shape id="AutoShape 24" o:spid="_x0000_s1032" type="#_x0000_t6" style="position:absolute;left:4500;top:9750;width:2022;height:2022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zlzcMA&#10;AADbAAAADwAAAGRycy9kb3ducmV2LnhtbESPQWvCQBSE74L/YXmCl1I3Vis1uopUBD2aCr2+Zp/Z&#10;YPZtyK6a+Ou7hYLHYWa+YZbr1lbiRo0vHSsYjxIQxLnTJRcKTl+71w8QPiBrrByTgo48rFf93hJT&#10;7e58pFsWChEh7FNUYEKoUyl9bsiiH7maOHpn11gMUTaF1A3eI9xW8i1JZtJiyXHBYE2fhvJLdrUK&#10;XuQ20+/dY3Kaf3dTb/b1DH8OSg0H7WYBIlAbnuH/9l4rmIz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zlzcMAAADbAAAADwAAAAAAAAAAAAAAAACYAgAAZHJzL2Rv&#10;d25yZXYueG1sUEsFBgAAAAAEAAQA9QAAAIgDAAAAAA==&#10;" strokeweight="1.5pt">
                          <o:lock v:ext="edit" aspectratio="t"/>
                        </v:shape>
                        <v:shape id="AutoShape 25" o:spid="_x0000_s1033" type="#_x0000_t6" style="position:absolute;left:8514;top:9750;width:2022;height:2022;rotation:-9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kDwMQA&#10;AADbAAAADwAAAGRycy9kb3ducmV2LnhtbESPQWsCMRSE74L/ITyhF6nZKpWyNYq1FUTxoC09v25e&#10;N4ublyVJNf77plDwOMzMN8xskWwrzuRD41jBw6gAQVw53XCt4ON9ff8EIkRkja1jUnClAIt5vzfD&#10;UrsLH+h8jLXIEA4lKjAxdqWUoTJkMYxcR5y9b+ctxix9LbXHS4bbVo6LYiotNpwXDHa0MlSdjj9W&#10;wfYtrb5ezefusdlO98OD1y827ZW6G6TlM4hIKd7C/+2NVjAZw9+X/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5A8DEAAAA2wAAAA8AAAAAAAAAAAAAAAAAmAIAAGRycy9k&#10;b3ducmV2LnhtbFBLBQYAAAAABAAEAPUAAACJAwAAAAA=&#10;" strokeweight="1.5pt">
                          <o:lock v:ext="edit" aspectratio="t"/>
                        </v:shape>
                      </v:group>
                      <v:shape id="AutoShape 26" o:spid="_x0000_s1034" type="#_x0000_t7" style="position:absolute;left:3936;top:3189;width:1980;height:1010;rotation:7379520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Aa4MMA&#10;AADbAAAADwAAAGRycy9kb3ducmV2LnhtbESPQWsCMRSE70L/Q3gFbzWrorSrUaogtYcWuhZ6fWye&#10;m6WblyWJmv77RhA8DjPzDbNcJ9uJM/nQOlYwHhUgiGunW24UfB92T88gQkTW2DkmBX8UYL16GCyx&#10;1O7CX3SuYiMyhEOJCkyMfSllqA1ZDCPXE2fv6LzFmKVvpPZ4yXDbyUlRzKXFlvOCwZ62hurf6mQV&#10;BMNFv/Hjz216m0/Sx8/L7PAelRo+ptcFiEgp3sO39l4rmE7h+iX/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Aa4MMAAADbAAAADwAAAAAAAAAAAAAAAACYAgAAZHJzL2Rv&#10;d25yZXYueG1sUEsFBgAAAAAEAAQA9QAAAIgDAAAAAA==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  <w:tr w:rsidR="00681D24" w:rsidTr="00681D24">
        <w:trPr>
          <w:trHeight w:val="3324"/>
        </w:trPr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BB5736E" wp14:editId="2B1A287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40640</wp:posOffset>
                      </wp:positionV>
                      <wp:extent cx="556591" cy="954156"/>
                      <wp:effectExtent l="57150" t="38100" r="53340" b="74930"/>
                      <wp:wrapNone/>
                      <wp:docPr id="104" name="Organigramme : Stockage à accès séquentiel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4" o:spid="_x0000_s1029" type="#_x0000_t131" style="position:absolute;margin-left:-.7pt;margin-top:3.2pt;width:43.85pt;height:75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F3C593F" wp14:editId="4938C2A4">
                      <wp:simplePos x="0" y="0"/>
                      <wp:positionH relativeFrom="column">
                        <wp:posOffset>797645</wp:posOffset>
                      </wp:positionH>
                      <wp:positionV relativeFrom="paragraph">
                        <wp:posOffset>248683</wp:posOffset>
                      </wp:positionV>
                      <wp:extent cx="2028190" cy="1643380"/>
                      <wp:effectExtent l="128905" t="112395" r="176530" b="0"/>
                      <wp:wrapNone/>
                      <wp:docPr id="9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8190" cy="1643380"/>
                                <a:chOff x="2894" y="2679"/>
                                <a:chExt cx="4783" cy="3876"/>
                              </a:xfrm>
                            </wpg:grpSpPr>
                            <wps:wsp>
                              <wps:cNvPr id="10" name="AutoShape 3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3527829" flipH="1">
                                  <a:off x="6252" y="4244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3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11147" flipH="1">
                                  <a:off x="4534" y="2939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3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8170886" flipH="1">
                                  <a:off x="4534" y="2939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3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43160498">
                                  <a:off x="3626" y="2685"/>
                                  <a:ext cx="1011" cy="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4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826947" flipV="1">
                                  <a:off x="2894" y="3367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4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86997" flipH="1" flipV="1">
                                  <a:off x="4998" y="5544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42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791041">
                                  <a:off x="5977" y="4815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117831" id="Group 35" o:spid="_x0000_s1026" style="position:absolute;margin-left:62.8pt;margin-top:19.6pt;width:159.7pt;height:129.4pt;z-index:251670528" coordorigin="2894,2679" coordsize="4783,3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">
                      <v:shape id="AutoShape 36" o:spid="_x0000_s1027" type="#_x0000_t6" style="position:absolute;left:6252;top:4244;width:1426;height:1425;rotation:881696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0hB8QA&#10;AADbAAAADwAAAGRycy9kb3ducmV2LnhtbESPQW/CMAyF75P4D5GRdhvpOCBUCAiQQGy3dVy4mcZr&#10;KhqnSjLo+PXzYdJutt7ze5+X68F36kYxtYENvE4KUMR1sC03Bk6f+5c5qJSRLXaBycAPJVivRk9L&#10;LG248wfdqtwoCeFUogGXc19qnWpHHtMk9MSifYXoMcsaG20j3iXcd3paFDPtsWVpcNjTzlF9rb69&#10;gbh5O06383B4DNft7vyo3t3lMjPmeTxsFqAyDfnf/Hd9tI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IQfEAAAA2wAAAA8AAAAAAAAAAAAAAAAAmAIAAGRycy9k&#10;b3ducmV2LnhtbFBLBQYAAAAABAAEAPUAAACJAwAAAAA=&#10;" strokeweight="1.5pt">
                        <o:lock v:ext="edit" aspectratio="t"/>
                      </v:shape>
                      <v:shape id="AutoShape 37" o:spid="_x0000_s1028" type="#_x0000_t6" style="position:absolute;left:4534;top:2939;width:2010;height:2010;rotation:2936945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LWPMIA&#10;AADbAAAADwAAAGRycy9kb3ducmV2LnhtbERPS4vCMBC+C/6HMIIX0bQeylKN4oOF3kTXPextaMa2&#10;2Exqkq31328WFvY2H99z1tvBtKIn5xvLCtJFAoK4tLrhSsH1433+BsIHZI2tZVLwIg/bzXi0xlzb&#10;J5+pv4RKxBD2OSqoQ+hyKX1Zk0G/sB1x5G7WGQwRukpqh88Yblq5TJJMGmw4NtTY0aGm8n75Ngo+&#10;j2nhslMxu51fe7/80ll/LR5KTSfDbgUi0BD+xX/uQsf5Kfz+E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0tY8wgAAANsAAAAPAAAAAAAAAAAAAAAAAJgCAABkcnMvZG93&#10;bnJldi54bWxQSwUGAAAAAAQABAD1AAAAhwMAAAAA&#10;" strokeweight="1.5pt">
                        <o:lock v:ext="edit" aspectratio="t"/>
                      </v:shape>
                      <v:shape id="AutoShape 38" o:spid="_x0000_s1029" type="#_x0000_t6" style="position:absolute;left:4534;top:2939;width:2010;height:2010;rotation:-8924786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r2MAA&#10;AADbAAAADwAAAGRycy9kb3ducmV2LnhtbERPTWsCMRC9C/0PYQq9SM3qQWRrFClUq4JQLZ6HzbhZ&#10;3EyWJK7rvzeC4G0e73Om887WoiUfKscKhoMMBHHhdMWlgv/Dz+cERIjIGmvHpOBGAeazt94Uc+2u&#10;/EftPpYihXDIUYGJscmlDIUhi2HgGuLEnZy3GBP0pdQerync1nKUZWNpseLUYLChb0PFeX+xCnab&#10;WmfHYl32D/3WB7NdLlbhqNTHe7f4AhGpiy/x0/2r0/wR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rr2MAAAADbAAAADwAAAAAAAAAAAAAAAACYAgAAZHJzL2Rvd25y&#10;ZXYueG1sUEsFBgAAAAAEAAQA9QAAAIUDAAAAAA==&#10;" strokeweight="1.5pt">
                        <o:lock v:ext="edit" aspectratio="t"/>
                      </v:shape>
                      <v:rect id="Rectangle 39" o:spid="_x0000_s1030" style="position:absolute;left:3626;top:2685;width:1011;height:999;rotation:-878128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sE+cAA&#10;AADbAAAADwAAAGRycy9kb3ducmV2LnhtbERPS4vCMBC+C/6HMMLeNK2yPqpRRFgQ92QUvA7N2Bab&#10;SWmytfvvzcKCt/n4nrPZ9bYWHbW+cqwgnSQgiHNnKi4UXC9f4yUIH5AN1o5JwS952G2Hgw1mxj35&#10;TJ0OhYgh7DNUUIbQZFL6vCSLfuIa4sjdXWsxRNgW0rT4jOG2ltMkmUuLFceGEhs6lJQ/9I9V8HBz&#10;fdOVXqXd5+l08PfvmU0XSn2M+v0aRKA+vMX/7qOJ82fw90s8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rsE+cAAAADbAAAADwAAAAAAAAAAAAAAAACYAgAAZHJzL2Rvd25y&#10;ZXYueG1sUEsFBgAAAAAEAAQA9QAAAIUDAAAAAA==&#10;" strokeweight="1.5pt">
                        <o:lock v:ext="edit" aspectratio="t"/>
                      </v:rect>
                      <v:shape id="AutoShape 40" o:spid="_x0000_s1031" type="#_x0000_t6" style="position:absolute;left:2894;top:3367;width:1011;height:1011;rotation:-3087780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I178A&#10;AADbAAAADwAAAGRycy9kb3ducmV2LnhtbERPy6rCMBDdX/AfwgjurqkiItUoIggKurCKuByasa1t&#10;JqWJWv/eCIK7OZznzBatqcSDGldYVjDoRyCIU6sLzhScjuv/CQjnkTVWlknBixws5p2/GcbaPvlA&#10;j8RnIoSwi1FB7n0dS+nSnAy6vq2JA3e1jUEfYJNJ3eAzhJtKDqNoLA0WHBpyrGmVU1omd6NgdZF7&#10;Xw5fZpsl9mbK/eRyvu6U6nXb5RSEp9b/xF/3Rof5I/j8Eg6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TEjXvwAAANsAAAAPAAAAAAAAAAAAAAAAAJgCAABkcnMvZG93bnJl&#10;di54bWxQSwUGAAAAAAQABAD1AAAAhAMAAAAA&#10;" strokeweight="1.5pt">
                        <o:lock v:ext="edit" aspectratio="t"/>
                      </v:shape>
                      <v:shape id="AutoShape 41" o:spid="_x0000_s1032" type="#_x0000_t6" style="position:absolute;left:4998;top:5544;width:1011;height:1011;rotation:-2854096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w7sEA&#10;AADbAAAADwAAAGRycy9kb3ducmV2LnhtbERPTYvCMBC9L/gfwgh7WTRVULQapQjrepPVHjwOzdgW&#10;m0ltsrX6642w4G0e73OW685UoqXGlZYVjIYRCOLM6pJzBenxezAD4TyyxsoyKbiTg/Wq97HEWNsb&#10;/1J78LkIIexiVFB4X8dSuqwgg25oa+LAnW1j0AfY5FI3eAvhppLjKJpKgyWHhgJr2hSUXQ5/RsEu&#10;S87memrT+eNUbpOvKe+7/Eepz36XLEB46vxb/O/e6TB/A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8O7BAAAA2wAAAA8AAAAAAAAAAAAAAAAAmAIAAGRycy9kb3du&#10;cmV2LnhtbFBLBQYAAAAABAAEAPUAAACGAwAAAAA=&#10;" strokeweight="1.5pt">
                        <o:lock v:ext="edit" aspectratio="t"/>
                      </v:shape>
                      <v:shape id="AutoShape 42" o:spid="_x0000_s1033" type="#_x0000_t7" style="position:absolute;left:5977;top:4815;width:1981;height:1010;rotation:304856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BUsEA&#10;AADbAAAADwAAAGRycy9kb3ducmV2LnhtbERPTWvCQBC9F/oflil4KWZjCiFEV5FiwZZ6MApeh+yY&#10;hGZnw+42pv++Wyh4m8f7nNVmMr0YyfnOsoJFkoIgrq3uuFFwPr3NCxA+IGvsLZOCH/KwWT8+rLDU&#10;9sZHGqvQiBjCvkQFbQhDKaWvWzLoEzsQR+5qncEQoWukdniL4aaXWZrm0mDHsaHFgV5bqr+qb6Og&#10;OqDeytqie8nT54wvxcfu/VOp2dO0XYIINIW7+N+913F+Dn+/x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lwVLBAAAA2wAAAA8AAAAAAAAAAAAAAAAAmAIAAGRycy9kb3du&#10;cmV2LnhtbFBLBQYAAAAABAAEAPUAAACGAwAAAAA=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BB5736E" wp14:editId="2B1A287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40640</wp:posOffset>
                      </wp:positionV>
                      <wp:extent cx="556591" cy="954156"/>
                      <wp:effectExtent l="57150" t="38100" r="53340" b="74930"/>
                      <wp:wrapNone/>
                      <wp:docPr id="105" name="Organigramme : Stockage à accès séquentiel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5" o:spid="_x0000_s1030" type="#_x0000_t131" style="position:absolute;margin-left:-.9pt;margin-top:3.2pt;width:43.85pt;height:7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 w:rsidRPr="001C04DD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18FF80E" wp14:editId="2B2BE8D6">
                      <wp:simplePos x="0" y="0"/>
                      <wp:positionH relativeFrom="column">
                        <wp:posOffset>1280528</wp:posOffset>
                      </wp:positionH>
                      <wp:positionV relativeFrom="paragraph">
                        <wp:posOffset>247992</wp:posOffset>
                      </wp:positionV>
                      <wp:extent cx="1541780" cy="1760855"/>
                      <wp:effectExtent l="111125" t="0" r="0" b="0"/>
                      <wp:wrapNone/>
                      <wp:docPr id="1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424516">
                                <a:off x="0" y="0"/>
                                <a:ext cx="1541780" cy="1760855"/>
                                <a:chOff x="4456" y="2475"/>
                                <a:chExt cx="3329" cy="3802"/>
                              </a:xfrm>
                            </wpg:grpSpPr>
                            <wps:wsp>
                              <wps:cNvPr id="2" name="AutoShape 4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816370" flipH="1">
                                  <a:off x="4456" y="3823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4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8153254" flipH="1">
                                  <a:off x="4854" y="4267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AutoShape 4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50081" flipH="1">
                                  <a:off x="4854" y="4267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4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40501425">
                                  <a:off x="6071" y="3341"/>
                                  <a:ext cx="1011" cy="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4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16545" flipV="1">
                                  <a:off x="6774" y="4049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4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930835" flipH="1" flipV="1">
                                  <a:off x="5372" y="2617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5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880875" flipV="1">
                                  <a:off x="4533" y="2960"/>
                                  <a:ext cx="1980" cy="1010"/>
                                </a:xfrm>
                                <a:prstGeom prst="parallelogram">
                                  <a:avLst>
                                    <a:gd name="adj" fmla="val 99508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551900" id="Group 43" o:spid="_x0000_s1026" style="position:absolute;margin-left:100.85pt;margin-top:19.55pt;width:121.4pt;height:138.65pt;rotation:2648218fd;z-index:251671552" coordorigin="4456,2475" coordsize="3329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">
                      <v:shape id="AutoShape 44" o:spid="_x0000_s1027" type="#_x0000_t6" style="position:absolute;left:4456;top:3823;width:1426;height:1425;rotation:1177860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fsVcMA&#10;AADaAAAADwAAAGRycy9kb3ducmV2LnhtbESPQWvCQBSE70L/w/IKvUizMRSxqasUQZAehBrB6yP7&#10;sknNvk2z2yT9926h4HGYmW+Y9XayrRio941jBYskBUFcOt2wUXAu9s8rED4ga2wdk4Jf8rDdPMzW&#10;mGs38icNp2BEhLDPUUEdQpdL6cuaLPrEdcTRq1xvMUTZG6l7HCPctjJL06W02HBcqLGjXU3l9fRj&#10;FYzN14dh/H55Larr/HKw4/5ojFJPj9P7G4hAU7iH/9sHrSCDvyvxBs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fsVcMAAADaAAAADwAAAAAAAAAAAAAAAACYAgAAZHJzL2Rv&#10;d25yZXYueG1sUEsFBgAAAAAEAAQA9QAAAIgDAAAAAA==&#10;" strokeweight="1.5pt">
                        <o:lock v:ext="edit" aspectratio="t"/>
                      </v:shape>
                      <v:shape id="AutoShape 45" o:spid="_x0000_s1028" type="#_x0000_t6" style="position:absolute;left:4854;top:4267;width:2010;height:2010;rotation:-890552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+QosEA&#10;AADaAAAADwAAAGRycy9kb3ducmV2LnhtbESP0YrCMBRE3wX/IVzBN01VUKmmUpYVVlmkuvsBl+ba&#10;ljY3pclq/XuzIPg4zMwZZrvrTSNu1LnKsoLZNAJBnFtdcaHg92c/WYNwHlljY5kUPMjBLhkOthhr&#10;e+cz3S6+EAHCLkYFpfdtLKXLSzLoprYlDt7VdgZ9kF0hdYf3ADeNnEfRUhqsOCyU2NJHSXl9+TMK&#10;7Gd9Wl4PhW1TzlLzHWGWrY5KjUd9ugHhqffv8Kv9pRUs4P9KuAE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PkKLBAAAA2gAAAA8AAAAAAAAAAAAAAAAAmAIAAGRycy9kb3du&#10;cmV2LnhtbFBLBQYAAAAABAAEAPUAAACGAwAAAAA=&#10;" strokeweight="1.5pt">
                        <o:lock v:ext="edit" aspectratio="t"/>
                      </v:shape>
                      <v:shape id="AutoShape 46" o:spid="_x0000_s1029" type="#_x0000_t6" style="position:absolute;left:4854;top:4267;width:2010;height:2010;rotation:289441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efJcMA&#10;AADaAAAADwAAAGRycy9kb3ducmV2LnhtbESP0WrCQBRE3wv+w3ILvhSzUUqx0VVEUIsvxaQfcMle&#10;k9Ds3SW70ejXu0Khj8PMnGGW68G04kKdbywrmCYpCOLS6oYrBT/FbjIH4QOyxtYyKbiRh/Vq9LLE&#10;TNsrn+iSh0pECPsMFdQhuExKX9Zk0CfWEUfvbDuDIcqukrrDa4SbVs7S9EMabDgu1OhoW1P5m/dG&#10;wb0vvt1ub/L+8PZ5L8zR4tlZpcavw2YBItAQ/sN/7S+t4B2eV+IN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efJcMAAADaAAAADwAAAAAAAAAAAAAAAACYAgAAZHJzL2Rv&#10;d25yZXYueG1sUEsFBgAAAAAEAAQA9QAAAIgDAAAAAA==&#10;" strokeweight="1.5pt">
                        <o:lock v:ext="edit" aspectratio="t"/>
                      </v:shape>
                      <v:rect id="Rectangle 47" o:spid="_x0000_s1030" style="position:absolute;left:6071;top:3341;width:1011;height:999;rotation:-29475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JC8MA&#10;AADaAAAADwAAAGRycy9kb3ducmV2LnhtbESPS2vCQBSF94X+h+EW3BSdKPggdZQYEnBnfRRcXjK3&#10;SWjmTsiMJv77TqHg8nAeH2e9HUwj7tS52rKC6SQCQVxYXXOp4HLOxysQziNrbCyTggc52G5eX9YY&#10;a9vzke4nX4owwi5GBZX3bSylKyoy6Ca2JQ7et+0M+iC7UuoO+zBuGjmLooU0WHMgVNhSWlHxc7qZ&#10;AFl9ZstMp3XydX2/LpLjYZfTQanR25B8gPA0+Gf4v73XCubwdyXc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YJC8MAAADaAAAADwAAAAAAAAAAAAAAAACYAgAAZHJzL2Rv&#10;d25yZXYueG1sUEsFBgAAAAAEAAQA9QAAAIgDAAAAAA==&#10;" strokeweight="1.5pt">
                        <o:lock v:ext="edit" aspectratio="t"/>
                      </v:rect>
                      <v:shape id="AutoShape 48" o:spid="_x0000_s1031" type="#_x0000_t6" style="position:absolute;left:6774;top:4049;width:1011;height:1011;rotation:2931048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AO8IA&#10;AADaAAAADwAAAGRycy9kb3ducmV2LnhtbESPQYvCMBSE7wv+h/AEL4umeuhKNYoIggcPrivo8dE8&#10;m2LzUptY6783C4LHYWa+YebLzlaipcaXjhWMRwkI4tzpkgsFx7/NcArCB2SNlWNS8CQPy0Xva46Z&#10;dg/+pfYQChEh7DNUYEKoMyl9bsiiH7maOHoX11gMUTaF1A0+ItxWcpIkqbRYclwwWNPaUH493K2C&#10;/Wl1v3JqdsdbOym+b+Ycxj9OqUG/W81ABOrCJ/xub7WCFP6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YA7wgAAANoAAAAPAAAAAAAAAAAAAAAAAJgCAABkcnMvZG93&#10;bnJldi54bWxQSwUGAAAAAAQABAD1AAAAhwMAAAAA&#10;" strokeweight="1.5pt">
                        <o:lock v:ext="edit" aspectratio="t"/>
                      </v:shape>
                      <v:shape id="AutoShape 49" o:spid="_x0000_s1032" type="#_x0000_t6" style="position:absolute;left:5372;top:2617;width:1011;height:1011;rotation:-2915440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znMQA&#10;AADaAAAADwAAAGRycy9kb3ducmV2LnhtbESPQWvCQBSE74X+h+UVetONQq1E12Ba0taDilE8P7LP&#10;JDT7NmS3Mf77bkHocZiZb5hlMphG9NS52rKCyTgCQVxYXXOp4HTMRnMQziNrbCyTghs5SFaPD0uM&#10;tb3ygfrclyJA2MWooPK+jaV0RUUG3di2xMG72M6gD7Irpe7wGuCmkdMomkmDNYeFClt6q6j4zn+M&#10;gvPn/iV7n276vk0/dpuDr7N0myv1/DSsFyA8Df4/fG9/aQWv8Hcl3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Mc5zEAAAA2gAAAA8AAAAAAAAAAAAAAAAAmAIAAGRycy9k&#10;b3ducmV2LnhtbFBLBQYAAAAABAAEAPUAAACJAwAAAAA=&#10;" strokeweight="1.5pt">
                        <o:lock v:ext="edit" aspectratio="t"/>
                      </v:shape>
                      <v:shape id="AutoShape 50" o:spid="_x0000_s1033" type="#_x0000_t7" style="position:absolute;left:4533;top:2960;width:1980;height:1010;rotation:2970010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m5tr0A&#10;AADaAAAADwAAAGRycy9kb3ducmV2LnhtbERPS68BMRTe38R/aI7E7uqwEHcoQUiwcj32J9NjZpie&#10;jrYY/14XEssv33s8bUwlHuR8aVlBr5uAIM6sLjlXcDysfocgfEDWWFkmBS/yMJ20fsaYavvkf3rs&#10;Qy5iCPsUFRQh1KmUPivIoO/amjhyZ+sMhghdLrXDZww3lewnyUAaLDk2FFjToqDsur8bBbeLXG/c&#10;aRlW9b2aDw83vetv/5TqtJvZCESgJnzFH/daK4hb45V4A+Tk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Ym5tr0AAADaAAAADwAAAAAAAAAAAAAAAACYAgAAZHJzL2Rvd25yZXYu&#10;eG1sUEsFBgAAAAAEAAQA9QAAAIIDAAAAAA==&#10;" adj="10964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BB5736E" wp14:editId="2B1A287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40640</wp:posOffset>
                      </wp:positionV>
                      <wp:extent cx="556591" cy="954156"/>
                      <wp:effectExtent l="57150" t="38100" r="53340" b="74930"/>
                      <wp:wrapNone/>
                      <wp:docPr id="106" name="Organigramme : Stockage à accès séquentiel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6" o:spid="_x0000_s1031" type="#_x0000_t131" style="position:absolute;margin-left:-1.05pt;margin-top:3.2pt;width:43.85pt;height:7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0" allowOverlap="1" wp14:anchorId="4E90129D" wp14:editId="0826E5B5">
                      <wp:simplePos x="0" y="0"/>
                      <wp:positionH relativeFrom="column">
                        <wp:posOffset>1015782</wp:posOffset>
                      </wp:positionH>
                      <wp:positionV relativeFrom="paragraph">
                        <wp:posOffset>306070</wp:posOffset>
                      </wp:positionV>
                      <wp:extent cx="1620520" cy="1539240"/>
                      <wp:effectExtent l="0" t="0" r="0" b="0"/>
                      <wp:wrapNone/>
                      <wp:docPr id="50" name="Groupe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620520" cy="1539240"/>
                                <a:chOff x="1927" y="1498"/>
                                <a:chExt cx="8108" cy="7703"/>
                              </a:xfrm>
                            </wpg:grpSpPr>
                            <wps:wsp>
                              <wps:cNvPr id="51" name="AutoShape 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3360" y="1515"/>
                                  <a:ext cx="5669" cy="5669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Line 53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V="1">
                                  <a:off x="3352" y="4349"/>
                                  <a:ext cx="2836" cy="28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Rectangle 5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4299">
                                  <a:off x="7015" y="7191"/>
                                  <a:ext cx="2021" cy="1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5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0800000">
                                  <a:off x="3381" y="1498"/>
                                  <a:ext cx="2840" cy="28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AutoShape 5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8895189" flipH="1">
                                  <a:off x="8013" y="4750"/>
                                  <a:ext cx="2022" cy="2022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5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704811">
                                  <a:off x="2352" y="1948"/>
                                  <a:ext cx="2022" cy="2022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58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 flipV="1">
                                  <a:off x="1927" y="7185"/>
                                  <a:ext cx="4220" cy="1420"/>
                                </a:xfrm>
                                <a:prstGeom prst="parallelogram">
                                  <a:avLst>
                                    <a:gd name="adj" fmla="val 100272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568B36" id="Groupe 50" o:spid="_x0000_s1026" style="position:absolute;margin-left:80pt;margin-top:24.1pt;width:127.6pt;height:121.2pt;z-index:251672576" coordorigin="1927,1498" coordsize="8108,7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" o:allowincell="f">
                      <o:lock v:ext="edit" aspectratio="t"/>
                      <v:shape id="AutoShape 52" o:spid="_x0000_s1027" type="#_x0000_t6" style="position:absolute;left:3360;top:1515;width:5669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g60MUA&#10;AADbAAAADwAAAGRycy9kb3ducmV2LnhtbESP3WrCQBSE74W+w3IK3ulGoVaiq4ilNBQEf1rEu0P2&#10;mASzZ8PuGtO3d4WCl8PMfMPMl52pRUvOV5YVjIYJCOLc6ooLBT+Hz8EUhA/IGmvLpOCPPCwXL705&#10;ptreeEftPhQiQtinqKAMoUml9HlJBv3QNsTRO1tnMETpCqkd3iLc1HKcJBNpsOK4UGJD65Lyy/5q&#10;FIyL71/3fjpm+us8yXabrVx/XFql+q/dagYiUBee4f92phW8jeDx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2DrQxQAAANsAAAAPAAAAAAAAAAAAAAAAAJgCAABkcnMv&#10;ZG93bnJldi54bWxQSwUGAAAAAAQABAD1AAAAigMAAAAA&#10;" strokeweight="1.5pt">
                        <o:lock v:ext="edit" aspectratio="t"/>
                      </v:shape>
                      <v:line id="Line 53" o:spid="_x0000_s1028" style="position:absolute;flip:y;visibility:visible;mso-wrap-style:square" from="3352,4349" to="6188,7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GcWMMAAADbAAAADwAAAGRycy9kb3ducmV2LnhtbESPzWrDMBCE74W8g9hAb40cQ0N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RnFjDAAAA2wAAAA8AAAAAAAAAAAAA&#10;AAAAoQIAAGRycy9kb3ducmV2LnhtbFBLBQYAAAAABAAEAPkAAACRAwAAAAA=&#10;" strokeweight="1.5pt">
                        <o:lock v:ext="edit" aspectratio="t"/>
                      </v:line>
                      <v:rect id="Rectangle 54" o:spid="_x0000_s1029" style="position:absolute;left:7015;top:7191;width:2021;height:1999;rotation:-58935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6ccQA&#10;AADbAAAADwAAAGRycy9kb3ducmV2LnhtbESPQYvCMBSE7wv+h/CEva2piiLVKCIosgfBuli8PZpn&#10;W21eShO17q/fCMIeh5n5hpktWlOJOzWutKyg34tAEGdWl5wr+DmsvyYgnEfWWFkmBU9ysJh3PmYY&#10;a/vgPd0Tn4sAYRejgsL7OpbSZQUZdD1bEwfvbBuDPsgml7rBR4CbSg6iaCwNlhwWCqxpVVB2TW5G&#10;gb0c036abezhe/S78vKWn3bJUqnPbrucgvDU+v/wu73VCkZDeH0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sunHEAAAA2wAAAA8AAAAAAAAAAAAAAAAAmAIAAGRycy9k&#10;b3ducmV2LnhtbFBLBQYAAAAABAAEAPUAAACJAwAAAAA=&#10;" strokeweight="1.5pt">
                        <o:lock v:ext="edit" aspectratio="t"/>
                      </v:rect>
                      <v:shape id="AutoShape 55" o:spid="_x0000_s1030" type="#_x0000_t6" style="position:absolute;left:3381;top:1498;width:2840;height:28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fh08cA&#10;AADbAAAADwAAAGRycy9kb3ducmV2LnhtbESPQWvCQBSE7wX/w/KEXkQ3lSo2uopabAW1Ravg8ZF9&#10;JqHZtyG7jfHfdwtCj8PMfMNMZo0pRE2Vyy0reOpFIIgTq3NOFRy/Vt0RCOeRNRaWScGNHMymrYcJ&#10;xtpeeU/1waciQNjFqCDzvoyldElGBl3PlsTBu9jKoA+ySqWu8BrgppD9KBpKgzmHhQxLWmaUfB9+&#10;jILX7bJZ7Tr7T9x8vL13zrf6ZXGSSj22m/kYhKfG/4fv7bVWMHiGvy/hB8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H4dPHAAAA2wAAAA8AAAAAAAAAAAAAAAAAmAIAAGRy&#10;cy9kb3ducmV2LnhtbFBLBQYAAAAABAAEAPUAAACMAwAAAAA=&#10;" strokeweight="1.5pt">
                        <o:lock v:ext="edit" aspectratio="t"/>
                      </v:shape>
                      <v:shape id="AutoShape 56" o:spid="_x0000_s1031" type="#_x0000_t6" style="position:absolute;left:8013;top:4750;width:2022;height:2022;rotation:2954375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SDHMQA&#10;AADbAAAADwAAAGRycy9kb3ducmV2LnhtbESPQWvCQBSE7wX/w/KEXorZ2BIJaVaxwYDXquD1kX0m&#10;abJvY3ar8d93C4Ueh5n5hsk3k+nFjUbXWlawjGIQxJXVLdcKTsdykYJwHlljb5kUPMjBZj17yjHT&#10;9s6fdDv4WgQIuwwVNN4PmZSuasigi+xAHLyLHQ36IMda6hHvAW56+RrHK2mw5bDQ4EBFQ1V3+DYK&#10;OP4o9mVSdMeyXD5e0t35uvt6U+p5Pm3fQXia/H/4r73XCpIEfr+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0gxzEAAAA2wAAAA8AAAAAAAAAAAAAAAAAmAIAAGRycy9k&#10;b3ducmV2LnhtbFBLBQYAAAAABAAEAPUAAACJAwAAAAA=&#10;" strokeweight="1.5pt">
                        <o:lock v:ext="edit" aspectratio="t"/>
                      </v:shape>
                      <v:shape id="AutoShape 57" o:spid="_x0000_s1032" type="#_x0000_t6" style="position:absolute;left:2352;top:1948;width:2022;height:2022;rotation:295437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ARzMMA&#10;AADbAAAADwAAAGRycy9kb3ducmV2LnhtbESPQWvCQBSE7wX/w/KE3pqNhYYSs4qIgj029uLtmX0m&#10;wezbmF3Npr++Wyj0OMzMN0yxDqYTDxpca1nBIklBEFdWt1wr+DruX95BOI+ssbNMCiZysF7NngrM&#10;tR35kx6lr0WEsMtRQeN9n0vpqoYMusT2xNG72MGgj3KopR5wjHDTydc0zaTBluNCgz1tG6qu5d0o&#10;2E0hHO+nrgzhsN19t/ZWnj8ypZ7nYbME4Sn4//Bf+6AVvGX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ARzMMAAADbAAAADwAAAAAAAAAAAAAAAACYAgAAZHJzL2Rv&#10;d25yZXYueG1sUEsFBgAAAAAEAAQA9QAAAIgDAAAAAA==&#10;" strokeweight="1.5pt">
                        <o:lock v:ext="edit" aspectratio="t"/>
                      </v:shape>
                      <v:shape id="AutoShape 58" o:spid="_x0000_s1033" type="#_x0000_t7" style="position:absolute;left:1927;top:7185;width:4220;height:1420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wosMA&#10;AADbAAAADwAAAGRycy9kb3ducmV2LnhtbESPT0sDMRTE74LfIbxCbzZboSrbpqUIipcKbb14eyZv&#10;/7Cb99Yktttv3wiCx2FmfsOsNqPv1YlCbIUNzGcFKGIrruXawMfx5e4JVEzIDnthMnChCJv17c0K&#10;Sydn3tPpkGqVIRxLNNCkNJRaR9uQxziTgTh7lQSPKctQaxfwnOG+1/dF8aA9tpwXGhzouSHbHX68&#10;ga6SnbUtfr7Ke3fc776DVPRlzHQybpegEo3pP/zXfnMGFo/w+yX/AL2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nwosMAAADbAAAADwAAAAAAAAAAAAAAAACYAgAAZHJzL2Rv&#10;d25yZXYueG1sUEsFBgAAAAAEAAQA9QAAAIgDAAAAAA==&#10;" adj="7288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  <w:tr w:rsidR="00681D24" w:rsidTr="00681D24">
        <w:trPr>
          <w:trHeight w:val="3324"/>
        </w:trPr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BB5736E" wp14:editId="2B1A287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47625</wp:posOffset>
                      </wp:positionV>
                      <wp:extent cx="556591" cy="954156"/>
                      <wp:effectExtent l="57150" t="38100" r="53340" b="74930"/>
                      <wp:wrapNone/>
                      <wp:docPr id="107" name="Organigramme : Stockage à accès séquentiel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7" o:spid="_x0000_s1032" type="#_x0000_t131" style="position:absolute;margin-left:-.7pt;margin-top:3.75pt;width:43.85pt;height:75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57470DF8" wp14:editId="5BEFCC4B">
                  <wp:simplePos x="0" y="0"/>
                  <wp:positionH relativeFrom="column">
                    <wp:posOffset>650088</wp:posOffset>
                  </wp:positionH>
                  <wp:positionV relativeFrom="paragraph">
                    <wp:posOffset>218118</wp:posOffset>
                  </wp:positionV>
                  <wp:extent cx="1897039" cy="1573341"/>
                  <wp:effectExtent l="0" t="0" r="8255" b="8255"/>
                  <wp:wrapNone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039" cy="15733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BB5736E" wp14:editId="2B1A287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47625</wp:posOffset>
                      </wp:positionV>
                      <wp:extent cx="556591" cy="954156"/>
                      <wp:effectExtent l="57150" t="38100" r="53340" b="74930"/>
                      <wp:wrapNone/>
                      <wp:docPr id="108" name="Organigramme : Stockage à accès séquentiel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8" o:spid="_x0000_s1033" type="#_x0000_t131" style="position:absolute;margin-left:-.9pt;margin-top:3.75pt;width:43.85pt;height:75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884689</wp:posOffset>
                      </wp:positionH>
                      <wp:positionV relativeFrom="paragraph">
                        <wp:posOffset>533768</wp:posOffset>
                      </wp:positionV>
                      <wp:extent cx="1973179" cy="1191718"/>
                      <wp:effectExtent l="19050" t="38100" r="46355" b="46990"/>
                      <wp:wrapNone/>
                      <wp:docPr id="75" name="Grou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3179" cy="1191718"/>
                                <a:chOff x="2738" y="2658"/>
                                <a:chExt cx="5002" cy="3021"/>
                              </a:xfrm>
                            </wpg:grpSpPr>
                            <wps:wsp>
                              <wps:cNvPr id="76" name="AutoShape 7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2706702" flipH="1">
                                  <a:off x="5062" y="3939"/>
                                  <a:ext cx="1426" cy="142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7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460520" flipH="1">
                                  <a:off x="3720" y="2658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7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5400000" flipH="1">
                                  <a:off x="5730" y="2658"/>
                                  <a:ext cx="2010" cy="201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8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>
                                  <a:off x="3743" y="4674"/>
                                  <a:ext cx="1011" cy="9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AutoShape 8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V="1">
                                  <a:off x="4748" y="4668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AutoShape 82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 flipV="1">
                                  <a:off x="2738" y="4668"/>
                                  <a:ext cx="1011" cy="1011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8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59" y="4669"/>
                                  <a:ext cx="1981" cy="1010"/>
                                </a:xfrm>
                                <a:prstGeom prst="parallelogram">
                                  <a:avLst>
                                    <a:gd name="adj" fmla="val 99559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C2B28D" id="Groupe 75" o:spid="_x0000_s1026" style="position:absolute;margin-left:69.65pt;margin-top:42.05pt;width:155.35pt;height:93.85pt;z-index:251674624" coordorigin="2738,2658" coordsize="5002,3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">
                      <v:shape id="AutoShape 77" o:spid="_x0000_s1027" type="#_x0000_t6" style="position:absolute;left:5062;top:3939;width:1426;height:1425;rotation:-2956440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o18MA&#10;AADbAAAADwAAAGRycy9kb3ducmV2LnhtbESPQYvCMBSE74L/ITxhb5quB5VqFFkQxEVw3cLq7dE8&#10;m2rzUpqo9d+bBcHjMPPNMLNFaytxo8aXjhV8DhIQxLnTJRcKst9VfwLCB2SNlWNS8CAPi3m3M8NU&#10;uzv/0G0fChFL2KeowIRQp1L63JBFP3A1cfROrrEYomwKqRu8x3JbyWGSjKTFkuOCwZq+DOWX/dUq&#10;GH+77QaXf6tjsTmPzcFnZr3LlProtcspiEBteIdf9FpHbgT/X+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Eo18MAAADbAAAADwAAAAAAAAAAAAAAAACYAgAAZHJzL2Rv&#10;d25yZXYueG1sUEsFBgAAAAAEAAQA9QAAAIgDAAAAAA==&#10;" fillcolor="black" strokeweight="1.5pt">
                        <o:lock v:ext="edit" aspectratio="t"/>
                      </v:shape>
                      <v:shape id="AutoShape 78" o:spid="_x0000_s1028" type="#_x0000_t6" style="position:absolute;left:3720;top:2658;width:2010;height:2010;rotation:-596434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YFMQA&#10;AADbAAAADwAAAGRycy9kb3ducmV2LnhtbESPT2sCMRTE7wW/Q3hCbzVrD1pXo6wVSw+lsKvg9bF5&#10;+wc3L+smavrtm0LB4zAzv2FWm2A6caPBtZYVTCcJCOLS6pZrBcfD/uUNhPPIGjvLpOCHHGzWo6cV&#10;ptreOadb4WsRIexSVNB436dSurIhg25ie+LoVXYw6KMcaqkHvEe46eRrksykwZbjQoM9vTdUnour&#10;UVBV35dsl50+vnJKbHHZhkWRB6WexyFbgvAU/CP83/7UCuZz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SWBTEAAAA2wAAAA8AAAAAAAAAAAAAAAAAmAIAAGRycy9k&#10;b3ducmV2LnhtbFBLBQYAAAAABAAEAPUAAACJAwAAAAA=&#10;" fillcolor="black" strokeweight="1.5pt">
                        <o:lock v:ext="edit" aspectratio="t"/>
                      </v:shape>
                      <v:shape id="AutoShape 79" o:spid="_x0000_s1029" type="#_x0000_t6" style="position:absolute;left:5730;top:2658;width:2010;height:2010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T3qMAA&#10;AADbAAAADwAAAGRycy9kb3ducmV2LnhtbERPTYvCMBC9L/gfwgheFk11QaWaiisIu6dqFc9DM7al&#10;zaTbRO3+e3MQPD7e93rTm0bcqXOVZQXTSQSCOLe64kLB+bQfL0E4j6yxsUwK/snBJhl8rDHW9sFH&#10;ume+ECGEXYwKSu/bWEqXl2TQTWxLHLir7Qz6ALtC6g4fIdw0chZFc2mw4tBQYku7kvI6uxkF9fc8&#10;/bt9ZodL23/haS/T32WeKjUa9tsVCE+9f4tf7h+tYBHGhi/hB8jk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gT3qMAAAADbAAAADwAAAAAAAAAAAAAAAACYAgAAZHJzL2Rvd25y&#10;ZXYueG1sUEsFBgAAAAAEAAQA9QAAAIUDAAAAAA==&#10;" fillcolor="black" strokeweight="1.5pt">
                        <o:lock v:ext="edit" aspectratio="t"/>
                      </v:shape>
                      <v:rect id="Rectangle 80" o:spid="_x0000_s1030" style="position:absolute;left:3743;top:4674;width:1011;height:9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h8QA&#10;AADbAAAADwAAAGRycy9kb3ducmV2LnhtbESPQWvCQBSE7wX/w/IEL6Vu6qG1qatIoeChUBIFr4/s&#10;6240+zbNbjT5911B6HGYmW+Y1WZwjbhQF2rPCp7nGQjiyuuajYLD/vNpCSJEZI2NZ1IwUoDNevKw&#10;wlz7Kxd0KaMRCcIhRwU2xjaXMlSWHIa5b4mT9+M7hzHJzkjd4TXBXSMXWfYiHdacFiy29GGpOpe9&#10;U/BFi29jx9++PMexNydtj8VjodRsOmzfQUQa4n/43t5pBa9vcPu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HzYfEAAAA2wAAAA8AAAAAAAAAAAAAAAAAmAIAAGRycy9k&#10;b3ducmV2LnhtbFBLBQYAAAAABAAEAPUAAACJAwAAAAA=&#10;" fillcolor="black" strokeweight="1.5pt">
                        <o:lock v:ext="edit" aspectratio="t"/>
                      </v:rect>
                      <v:shape id="AutoShape 81" o:spid="_x0000_s1031" type="#_x0000_t6" style="position:absolute;left:4748;top:4668;width:1011;height:1011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yknL8A&#10;AADbAAAADwAAAGRycy9kb3ducmV2LnhtbERPy4rCMBTdD/gP4QqzG1MHFKlGsYLiLFz4+IBLc02r&#10;zU1NMrbz95OF4PJw3otVbxvxJB9qxwrGowwEcel0zUbB5bz9moEIEVlj45gU/FGA1XLwscBcu46P&#10;9DxFI1IIhxwVVDG2uZShrMhiGLmWOHFX5y3GBL2R2mOXwm0jv7NsKi3WnBoqbGlTUXk//VoFh+xS&#10;mInxj133s+Fw2xcHSYVSn8N+PQcRqY9v8cu91wpmaX36kn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KScvwAAANsAAAAPAAAAAAAAAAAAAAAAAJgCAABkcnMvZG93bnJl&#10;di54bWxQSwUGAAAAAAQABAD1AAAAhAMAAAAA&#10;" fillcolor="black" strokeweight="1.5pt">
                        <o:lock v:ext="edit" aspectratio="t"/>
                      </v:shape>
                      <v:shape id="AutoShape 82" o:spid="_x0000_s1032" type="#_x0000_t6" style="position:absolute;left:2738;top:4668;width:1011;height:1011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WLsEA&#10;AADbAAAADwAAAGRycy9kb3ducmV2LnhtbESPzWrDMBCE74W8g9hAbrXsHoJxrIT80LrXpiHQ22Jt&#10;LRNrJSw1dt++KhR6HGbmG6bezXYQdxpD71hBkeUgiFune+4UXN6fH0sQISJrHByTgm8KsNsuHmqs&#10;tJv4je7n2IkE4VChAhOjr6QMrSGLIXOeOHmfbrQYkxw7qUecEtwO8inP19Jiz2nBoKejofZ2/rIK&#10;8iNq/VLoD2kOJ/bh2jSzb5RaLef9BkSkOf6H/9qvWkFZwO+X9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MVi7BAAAA2wAAAA8AAAAAAAAAAAAAAAAAmAIAAGRycy9kb3du&#10;cmV2LnhtbFBLBQYAAAAABAAEAPUAAACGAwAAAAA=&#10;" fillcolor="black" strokeweight="1.5pt">
                        <o:lock v:ext="edit" aspectratio="t"/>
                      </v:shape>
                      <v:shape id="AutoShape 83" o:spid="_x0000_s1033" type="#_x0000_t7" style="position:absolute;left:5759;top:4669;width:198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lFSMMA&#10;AADbAAAADwAAAGRycy9kb3ducmV2LnhtbESPT2vCQBTE70K/w/IK3symEUSiq0hA6K019uLtkX35&#10;Y7NvQ3ZN0nx6t1DocZiZ3zD742RaMVDvGssK3qIYBHFhdcOVgq/rebUF4TyyxtYyKfghB8fDy2KP&#10;qbYjX2jIfSUChF2KCmrvu1RKV9Rk0EW2Iw5eaXuDPsi+krrHMcBNK5M43kiDDYeFGjvKaiq+84dR&#10;wLeT/9ys87nMOC/tffi40jwotXydTjsQnib/H/5rv2sF2wR+v4QfIA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lFSMMAAADbAAAADwAAAAAAAAAAAAAAAACYAgAAZHJzL2Rv&#10;d25yZXYueG1sUEsFBgAAAAAEAAQA9QAAAIgDAAAAAA==&#10;" adj="10964" fillcolor="black" strokeweight="1.5pt"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153" w:type="dxa"/>
          </w:tcPr>
          <w:p w:rsidR="00681D24" w:rsidRDefault="00605A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BB5736E" wp14:editId="2B1A287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47625</wp:posOffset>
                      </wp:positionV>
                      <wp:extent cx="556591" cy="954156"/>
                      <wp:effectExtent l="57150" t="38100" r="53340" b="74930"/>
                      <wp:wrapNone/>
                      <wp:docPr id="109" name="Organigramme : Stockage à accès séquentiel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91" cy="954156"/>
                              </a:xfrm>
                              <a:prstGeom prst="flowChartMagneticTap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05A94" w:rsidRPr="00605A94" w:rsidRDefault="00605A94" w:rsidP="00605A94">
                                  <w:pPr>
                                    <w:spacing w:after="0"/>
                                    <w:jc w:val="center"/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color w:val="FFFFFF" w:themeColor="background1"/>
                                      <w:sz w:val="9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5736E" id="Organigramme : Stockage à accès séquentiel 109" o:spid="_x0000_s1034" type="#_x0000_t131" style="position:absolute;margin-left:-1.05pt;margin-top:3.75pt;width:43.85pt;height:75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0,0,0,0">
                        <w:txbxContent>
                          <w:p w:rsidR="00605A94" w:rsidRPr="00605A94" w:rsidRDefault="00605A94" w:rsidP="00605A94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FFFFF" w:themeColor="background1"/>
                                <w:sz w:val="9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D24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1183021</wp:posOffset>
                  </wp:positionH>
                  <wp:positionV relativeFrom="paragraph">
                    <wp:posOffset>-242954</wp:posOffset>
                  </wp:positionV>
                  <wp:extent cx="1241976" cy="2333554"/>
                  <wp:effectExtent l="0" t="0" r="60642" b="574993"/>
                  <wp:wrapNone/>
                  <wp:docPr id="99" name="Imag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854537">
                            <a:off x="0" y="0"/>
                            <a:ext cx="1241976" cy="23335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D645B" w:rsidRPr="007E024D" w:rsidRDefault="001D645B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D645B" w:rsidRPr="007E024D" w:rsidSect="007E02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DD"/>
    <w:rsid w:val="001C04DD"/>
    <w:rsid w:val="001D645B"/>
    <w:rsid w:val="005175A3"/>
    <w:rsid w:val="005F7238"/>
    <w:rsid w:val="00605A94"/>
    <w:rsid w:val="00681D24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53E63-1F92-45A8-B747-E746640E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0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2017-07-25T10:12:00Z</dcterms:created>
  <dcterms:modified xsi:type="dcterms:W3CDTF">2017-07-25T10:12:00Z</dcterms:modified>
</cp:coreProperties>
</file>